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95F5535" w:rsidR="005C6DCE" w:rsidRPr="0080358B" w:rsidRDefault="00522DB3"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522DB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B900E81" w:rsidR="006938F5" w:rsidRDefault="00522DB3" w:rsidP="006718D3">
            <w:pPr>
              <w:spacing w:after="0"/>
              <w:jc w:val="left"/>
            </w:pPr>
            <w:r>
              <w:t>HERA.2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CBBC376" w:rsidR="006938F5" w:rsidRDefault="00522DB3" w:rsidP="006718D3">
            <w:pPr>
              <w:spacing w:after="0"/>
              <w:jc w:val="left"/>
            </w:pPr>
            <w:r>
              <w:t>400502</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6C18C38" w:rsidR="4EEB584D" w:rsidRDefault="00522DB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3A7DCD4" w:rsidR="006938F5" w:rsidRDefault="00522DB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75164CA" w:rsidR="3C2D33B5" w:rsidRDefault="00522DB3" w:rsidP="14270372">
            <w:pPr>
              <w:spacing w:after="0"/>
              <w:jc w:val="left"/>
            </w:pPr>
            <w:r>
              <w:t>Brussels</w:t>
            </w:r>
          </w:p>
          <w:p w14:paraId="6B7C1AA9" w14:textId="72CE7D00" w:rsidR="3C2D33B5" w:rsidRDefault="00522DB3" w:rsidP="14270372">
            <w:pPr>
              <w:spacing w:after="0"/>
              <w:jc w:val="left"/>
            </w:pPr>
            <w:r>
              <w:t>Bruxelles</w:t>
            </w:r>
          </w:p>
          <w:p w14:paraId="5C918E8F" w14:textId="31E41381" w:rsidR="3C2D33B5" w:rsidRDefault="00522DB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D7A9867" w:rsidR="006938F5" w:rsidRDefault="00522DB3" w:rsidP="006718D3">
            <w:pPr>
              <w:spacing w:after="0"/>
              <w:jc w:val="left"/>
            </w:pPr>
            <w:r>
              <w:t>With allowances</w:t>
            </w:r>
          </w:p>
          <w:p w14:paraId="02E31856" w14:textId="761CFF33" w:rsidR="006938F5" w:rsidRDefault="00522DB3" w:rsidP="006718D3">
            <w:pPr>
              <w:spacing w:after="0"/>
              <w:jc w:val="left"/>
            </w:pPr>
            <w:r>
              <w:t>Avec indemnités</w:t>
            </w:r>
          </w:p>
          <w:p w14:paraId="720FD450" w14:textId="6760EA2E" w:rsidR="006938F5" w:rsidRDefault="00522DB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6DA9093" w:rsidR="006938F5" w:rsidRDefault="00522DB3" w:rsidP="006718D3">
            <w:pPr>
              <w:spacing w:after="0"/>
              <w:jc w:val="left"/>
            </w:pPr>
            <w:r>
              <w:t>Member States</w:t>
            </w:r>
          </w:p>
          <w:p w14:paraId="2A7DF233" w14:textId="2FA8F862" w:rsidR="006938F5" w:rsidRDefault="00522DB3" w:rsidP="006718D3">
            <w:pPr>
              <w:spacing w:after="0"/>
              <w:jc w:val="left"/>
            </w:pPr>
            <w:r>
              <w:t>États membres</w:t>
            </w:r>
          </w:p>
          <w:p w14:paraId="13C75E2E" w14:textId="3D065FEC" w:rsidR="006938F5" w:rsidRDefault="00522DB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615F180" w:rsidR="006938F5" w:rsidRDefault="00522DB3"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257AF7F" w:rsidR="00A95A44" w:rsidRPr="00E61551" w:rsidRDefault="00522DB3"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99C6036" w14:textId="77777777" w:rsidR="00522DB3" w:rsidRDefault="00522DB3" w:rsidP="003C1977">
      <w:pPr>
        <w:spacing w:after="0"/>
      </w:pPr>
      <w:r>
        <w:t xml:space="preserve">The European Health Emergency Preparedness and Response Authority (HERA) is the Directorate General of the European Commission responsible for  preparedness and response to serious cross-border threats in the area of medical countermeasures (MCM), in particular by: </w:t>
      </w:r>
    </w:p>
    <w:p w14:paraId="233755D5" w14:textId="77777777" w:rsidR="00522DB3" w:rsidRDefault="00522DB3" w:rsidP="003C1977">
      <w:pPr>
        <w:spacing w:after="0"/>
      </w:pPr>
      <w:r>
        <w:t>-</w:t>
      </w:r>
      <w:r>
        <w:tab/>
        <w:t xml:space="preserve">strengthening health security coordination within the Union involving all relevant actors during preparedness and crisis response times and bringing together the EU Member States, industry and relevant stakeholders in a common effort; </w:t>
      </w:r>
    </w:p>
    <w:p w14:paraId="6E6FF734" w14:textId="77777777" w:rsidR="00522DB3" w:rsidRDefault="00522DB3" w:rsidP="003C1977">
      <w:pPr>
        <w:spacing w:after="0"/>
      </w:pPr>
      <w:r>
        <w:t>-</w:t>
      </w:r>
      <w:r>
        <w:tab/>
        <w:t xml:space="preserve">addressing vulnerabilities and strategic dependencies within the Union related to the development, production, procurement, stockpiling and distribution of medical countermeasures; · </w:t>
      </w:r>
    </w:p>
    <w:p w14:paraId="02ED9A8C" w14:textId="77777777" w:rsidR="00522DB3" w:rsidRDefault="00522DB3" w:rsidP="003C1977">
      <w:pPr>
        <w:spacing w:after="0"/>
      </w:pPr>
      <w:r>
        <w:t>-</w:t>
      </w:r>
      <w:r>
        <w:tab/>
        <w:t xml:space="preserve">contributing to reinforcing the global health emergency response architecture. </w:t>
      </w:r>
    </w:p>
    <w:p w14:paraId="11DD26C4" w14:textId="77777777" w:rsidR="00522DB3" w:rsidRDefault="00522DB3" w:rsidP="003C1977">
      <w:pPr>
        <w:spacing w:after="0"/>
      </w:pPr>
      <w:r>
        <w:t xml:space="preserve">Under DG HERA’s mandate  the following tasks are exercised in close cooperation with the Member States: </w:t>
      </w:r>
    </w:p>
    <w:p w14:paraId="602DA977" w14:textId="77777777" w:rsidR="00522DB3" w:rsidRDefault="00522DB3" w:rsidP="003C1977">
      <w:pPr>
        <w:spacing w:after="0"/>
      </w:pPr>
      <w:r>
        <w:t>-</w:t>
      </w:r>
      <w:r>
        <w:tab/>
        <w:t xml:space="preserve">assessment of health threats and intelligence gathering relevant to medical countermeasures;  </w:t>
      </w:r>
    </w:p>
    <w:p w14:paraId="5754ECC3" w14:textId="77777777" w:rsidR="00522DB3" w:rsidRDefault="00522DB3" w:rsidP="003C1977">
      <w:pPr>
        <w:spacing w:after="0"/>
      </w:pPr>
      <w:r>
        <w:t>-</w:t>
      </w:r>
      <w:r>
        <w:tab/>
        <w:t xml:space="preserve">promoting advanced research and development of medical countermeasures and related technologies; </w:t>
      </w:r>
    </w:p>
    <w:p w14:paraId="0ED128B9" w14:textId="77777777" w:rsidR="00522DB3" w:rsidRDefault="00522DB3" w:rsidP="003C1977">
      <w:pPr>
        <w:spacing w:after="0"/>
      </w:pPr>
      <w:r>
        <w:t>-</w:t>
      </w:r>
      <w:r>
        <w:tab/>
        <w:t xml:space="preserve">addressing market challenges and boosting the Union’s open strategic autonomy in medical countermeasures production;  </w:t>
      </w:r>
    </w:p>
    <w:p w14:paraId="60678F2C" w14:textId="77777777" w:rsidR="00522DB3" w:rsidRDefault="00522DB3" w:rsidP="003C1977">
      <w:pPr>
        <w:spacing w:after="0"/>
      </w:pPr>
      <w:r>
        <w:t>-</w:t>
      </w:r>
      <w:r>
        <w:tab/>
        <w:t xml:space="preserve">swift procurement and distribution of medical countermeasures;  </w:t>
      </w:r>
    </w:p>
    <w:p w14:paraId="52421E14" w14:textId="77777777" w:rsidR="00522DB3" w:rsidRDefault="00522DB3" w:rsidP="003C1977">
      <w:pPr>
        <w:spacing w:after="0"/>
      </w:pPr>
      <w:r>
        <w:t>-</w:t>
      </w:r>
      <w:r>
        <w:tab/>
        <w:t xml:space="preserve">increasing stockpiling capacity of medical countermeasures;  </w:t>
      </w:r>
    </w:p>
    <w:p w14:paraId="149943A5" w14:textId="77777777" w:rsidR="00522DB3" w:rsidRDefault="00522DB3" w:rsidP="003C1977">
      <w:pPr>
        <w:spacing w:after="0"/>
      </w:pPr>
      <w:r>
        <w:t>-</w:t>
      </w:r>
      <w:r>
        <w:tab/>
        <w:t xml:space="preserve">strengthening knowledge and skills in preparedness and response related to medical countermeasures. </w:t>
      </w:r>
    </w:p>
    <w:p w14:paraId="61BAFD23" w14:textId="77777777" w:rsidR="00522DB3" w:rsidRDefault="00522DB3" w:rsidP="003C1977">
      <w:pPr>
        <w:spacing w:after="0"/>
      </w:pPr>
      <w:r>
        <w:t xml:space="preserve">HERA currently has 4 units. HERA.01 “Policy and Coordination” is in charge of HERA’s policy priorities, legal, regulatory and quality aspects. HERA.02 "Intelligence gathering, Analysis and Innovation" is in charge of assessing threats and innovative approaches to threats. HERA.03 “Medical Counter Measures” is in charge of management of medical counter measures. HERA.04 “Emergency Office” is in charge of the management of health crises. </w:t>
      </w:r>
    </w:p>
    <w:p w14:paraId="2C48D179" w14:textId="77777777" w:rsidR="00522DB3" w:rsidRDefault="00522DB3" w:rsidP="003C1977">
      <w:pPr>
        <w:spacing w:after="0"/>
      </w:pPr>
      <w:r>
        <w:t>HERA’s website:  : https://ec.europa.eu/health/hera/overview_en</w:t>
      </w:r>
    </w:p>
    <w:p w14:paraId="2444BC8A" w14:textId="5D8E0453"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6436480" w14:textId="77777777" w:rsidR="00522DB3" w:rsidRDefault="00522DB3" w:rsidP="003C1977">
      <w:pPr>
        <w:spacing w:after="0"/>
      </w:pPr>
      <w:r>
        <w:t xml:space="preserve">We are seeking a highly motivated and skilled professional to join our team as national expert on intelligence gathering and innovation. As a national expert, you will play a critical role in supporting the role of unit HERA.02 ensuring that medical products relevant for preparedness and response to health crisis can be available and accessible. The national expert will participate in the following tasks: </w:t>
      </w:r>
    </w:p>
    <w:p w14:paraId="4FAA1BC4" w14:textId="77777777" w:rsidR="00522DB3" w:rsidRDefault="00522DB3" w:rsidP="003C1977">
      <w:pPr>
        <w:spacing w:after="0"/>
      </w:pPr>
      <w:r>
        <w:t>• supporting the development and implementation of HERA’s activities on medical countermeasures;</w:t>
      </w:r>
    </w:p>
    <w:p w14:paraId="153AFC76" w14:textId="77777777" w:rsidR="00522DB3" w:rsidRDefault="00522DB3" w:rsidP="003C1977">
      <w:pPr>
        <w:spacing w:after="0"/>
      </w:pPr>
      <w:r>
        <w:lastRenderedPageBreak/>
        <w:t xml:space="preserve">• supporting the implementation of projects related to innovation including for medicines, diagnostics and medical devices, and projects focused on supporting the collection of information at EU level for better preparedness and response. </w:t>
      </w:r>
    </w:p>
    <w:p w14:paraId="523EFA9B" w14:textId="77777777" w:rsidR="00522DB3" w:rsidRDefault="00522DB3" w:rsidP="003C1977">
      <w:pPr>
        <w:spacing w:after="0"/>
      </w:pPr>
      <w:r>
        <w:t>• providing actionable insights for decision-making by facilitating the translation of scientific evidence into policy recommendations;</w:t>
      </w:r>
    </w:p>
    <w:p w14:paraId="0C7996DE" w14:textId="77777777" w:rsidR="00522DB3" w:rsidRDefault="00522DB3" w:rsidP="003C1977">
      <w:pPr>
        <w:spacing w:after="0"/>
      </w:pPr>
      <w:r>
        <w:t xml:space="preserve">• conducting regular monitoring of recent developments in the medical countermeaures space globally with focus on public health (e.g. new technologies, new initiatives, new scientific publications); </w:t>
      </w:r>
    </w:p>
    <w:p w14:paraId="48A985B3" w14:textId="77777777" w:rsidR="00522DB3" w:rsidRDefault="00522DB3" w:rsidP="003C1977">
      <w:pPr>
        <w:spacing w:after="0"/>
      </w:pPr>
      <w:r>
        <w:t>• participating in meetings and contacts with internal services of the Commission and external stakeholders, such as Member States and international organisations.</w:t>
      </w:r>
    </w:p>
    <w:p w14:paraId="01551D73" w14:textId="77777777" w:rsidR="00522DB3" w:rsidRDefault="00522DB3" w:rsidP="003C1977">
      <w:pPr>
        <w:spacing w:after="0"/>
      </w:pPr>
      <w:r>
        <w:t>In this position, the national expert will provide scientific and policy support but will not carry out any laboratory based activity.</w:t>
      </w:r>
    </w:p>
    <w:p w14:paraId="4FA38409" w14:textId="4BB1DC16"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32EC301" w14:textId="77777777" w:rsidR="00522DB3" w:rsidRDefault="00522DB3" w:rsidP="00527473">
      <w:pPr>
        <w:spacing w:after="0"/>
        <w:jc w:val="left"/>
      </w:pPr>
      <w:r>
        <w:t xml:space="preserve">The job requires ideally a combination of scientific and policy background and experience. Excellent communication skills both oral and written in English are essential. It will be key to have the ability to understand the health crisis and preparedness domain related to the priority threats of HERA and translate scientific evidence into policy recommendations. HERA is managing crises and therefore flexibility and resilience are required. </w:t>
      </w:r>
    </w:p>
    <w:p w14:paraId="28430591" w14:textId="77777777" w:rsidR="00522DB3" w:rsidRDefault="00522DB3" w:rsidP="00527473">
      <w:pPr>
        <w:spacing w:after="0"/>
        <w:jc w:val="left"/>
      </w:pPr>
      <w:r>
        <w:t>The candidate should ideally have a combination of the following skills:</w:t>
      </w:r>
    </w:p>
    <w:p w14:paraId="5CAFF595" w14:textId="77777777" w:rsidR="00522DB3" w:rsidRDefault="00522DB3" w:rsidP="00527473">
      <w:pPr>
        <w:spacing w:after="0"/>
        <w:jc w:val="left"/>
      </w:pPr>
      <w:r>
        <w:t>• Science based background such as biology, pharmacy, medicine, veterinary medicine, biochemistry, public health, engineering, data analytics or other relevant fields, ideally with demonstrable experience in the field of medical countermeasures. Alternatively candidates with a background in law, economy, administration, business or similar fields, but with a specialisaton, training or extensive professional experience related to medical countermeasures will also be considered.</w:t>
      </w:r>
    </w:p>
    <w:p w14:paraId="0CEA00F1" w14:textId="77777777" w:rsidR="00522DB3" w:rsidRDefault="00522DB3" w:rsidP="00527473">
      <w:pPr>
        <w:spacing w:after="0"/>
        <w:jc w:val="left"/>
      </w:pPr>
      <w:r>
        <w:t>• Experience in data analysis and interpretation.</w:t>
      </w:r>
    </w:p>
    <w:p w14:paraId="1F227B62" w14:textId="77777777" w:rsidR="00522DB3" w:rsidRDefault="00522DB3" w:rsidP="00527473">
      <w:pPr>
        <w:spacing w:after="0"/>
        <w:jc w:val="left"/>
      </w:pPr>
      <w:r>
        <w:t>• Excellent understanding of regulations and compliance standards related to medical countermeasures, public health and/or research and innovation.</w:t>
      </w:r>
    </w:p>
    <w:p w14:paraId="53C19D4A" w14:textId="77777777" w:rsidR="00522DB3" w:rsidRDefault="00522DB3" w:rsidP="00527473">
      <w:pPr>
        <w:spacing w:after="0"/>
        <w:jc w:val="left"/>
      </w:pPr>
      <w:r>
        <w:t>• Excellent organisational and time management skills, with the ability to handle multiple tasks and priorities.</w:t>
      </w:r>
    </w:p>
    <w:p w14:paraId="56204E9F" w14:textId="77777777" w:rsidR="00522DB3" w:rsidRDefault="00522DB3" w:rsidP="00527473">
      <w:pPr>
        <w:spacing w:after="0"/>
        <w:jc w:val="left"/>
      </w:pPr>
      <w:r>
        <w:t xml:space="preserve">• Problem solving and an ability to get things done, as well as a good eye for detail. </w:t>
      </w:r>
    </w:p>
    <w:p w14:paraId="1570ED1A" w14:textId="77777777" w:rsidR="00522DB3" w:rsidRDefault="00522DB3" w:rsidP="00527473">
      <w:pPr>
        <w:spacing w:after="0"/>
        <w:jc w:val="left"/>
      </w:pPr>
      <w:r>
        <w:t>• Effective negotiation, communication and interpersonal skills, with the ability to work collaboratively in a team environment.</w:t>
      </w:r>
    </w:p>
    <w:p w14:paraId="0DE8C532" w14:textId="30750C98"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4AD2CC1C" w:rsidR="0017274D" w:rsidRPr="008250D4" w:rsidRDefault="00522DB3"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4F0BF6D" w14:textId="77777777" w:rsidR="00522DB3" w:rsidRDefault="00522DB3" w:rsidP="00527473">
      <w:pPr>
        <w:spacing w:after="0"/>
        <w:rPr>
          <w:lang w:val="de-DE"/>
        </w:rPr>
      </w:pPr>
      <w:r>
        <w:rPr>
          <w:lang w:val="de-DE"/>
        </w:rPr>
        <w:t xml:space="preserve">L’Autorité européenne de préparation et de réaction en cas d’urgence sanitaire (HERA) est la direction générale de la Commission européenne chargée de la préparation et de la réaction aux menaces transfrontières graves dans le domaine des contre-mesures médicales, notamment en vue de: </w:t>
      </w:r>
    </w:p>
    <w:p w14:paraId="780E0037" w14:textId="77777777" w:rsidR="00522DB3" w:rsidRDefault="00522DB3" w:rsidP="00527473">
      <w:pPr>
        <w:spacing w:after="0"/>
        <w:rPr>
          <w:lang w:val="de-DE"/>
        </w:rPr>
      </w:pPr>
      <w:r>
        <w:rPr>
          <w:lang w:val="de-DE"/>
        </w:rPr>
        <w:t>-</w:t>
      </w:r>
      <w:r>
        <w:rPr>
          <w:lang w:val="de-DE"/>
        </w:rPr>
        <w:tab/>
        <w:t xml:space="preserve">renforcer la coordination de la sécurité sanitaire au sein de l’Union en associant tous les acteurs concernés pendant les périodes de préparation et de réaction aux crises et en réunissant les États membres de l’UE, l’industrie et les parties prenantes concernées dans le cadre d’un effort commun; </w:t>
      </w:r>
    </w:p>
    <w:p w14:paraId="3F76E4B5" w14:textId="77777777" w:rsidR="00522DB3" w:rsidRDefault="00522DB3" w:rsidP="00527473">
      <w:pPr>
        <w:spacing w:after="0"/>
        <w:rPr>
          <w:lang w:val="de-DE"/>
        </w:rPr>
      </w:pPr>
      <w:r>
        <w:rPr>
          <w:lang w:val="de-DE"/>
        </w:rPr>
        <w:t>-</w:t>
      </w:r>
      <w:r>
        <w:rPr>
          <w:lang w:val="de-DE"/>
        </w:rPr>
        <w:tab/>
        <w:t>remédier aux vulnérabilités et aux dépendances stratégiques au sein de l’Union liées au développement, à la production, à l’acquisition, à la constitution de stocks et à la distribution de contre-mesures médicales; ·</w:t>
      </w:r>
    </w:p>
    <w:p w14:paraId="1C85E654" w14:textId="77777777" w:rsidR="00522DB3" w:rsidRDefault="00522DB3" w:rsidP="00527473">
      <w:pPr>
        <w:spacing w:after="0"/>
        <w:rPr>
          <w:lang w:val="de-DE"/>
        </w:rPr>
      </w:pPr>
      <w:r>
        <w:rPr>
          <w:lang w:val="de-DE"/>
        </w:rPr>
        <w:t>-</w:t>
      </w:r>
      <w:r>
        <w:rPr>
          <w:lang w:val="de-DE"/>
        </w:rPr>
        <w:tab/>
        <w:t xml:space="preserve">contribuer au renforcement de l’architecture mondiale de réaction aux situations d’urgence sanitaire. </w:t>
      </w:r>
    </w:p>
    <w:p w14:paraId="119F637E" w14:textId="77777777" w:rsidR="00522DB3" w:rsidRDefault="00522DB3" w:rsidP="00527473">
      <w:pPr>
        <w:spacing w:after="0"/>
        <w:rPr>
          <w:lang w:val="de-DE"/>
        </w:rPr>
      </w:pPr>
      <w:r>
        <w:rPr>
          <w:lang w:val="de-DE"/>
        </w:rPr>
        <w:t xml:space="preserve">Dans le cadre du mandat de la DG HERA, les tâches suivantes sont exercées en étroite coopération avec les États membres: </w:t>
      </w:r>
    </w:p>
    <w:p w14:paraId="07CC03B0" w14:textId="77777777" w:rsidR="00522DB3" w:rsidRDefault="00522DB3" w:rsidP="00527473">
      <w:pPr>
        <w:spacing w:after="0"/>
        <w:rPr>
          <w:lang w:val="de-DE"/>
        </w:rPr>
      </w:pPr>
      <w:r>
        <w:rPr>
          <w:lang w:val="de-DE"/>
        </w:rPr>
        <w:t>-</w:t>
      </w:r>
      <w:r>
        <w:rPr>
          <w:lang w:val="de-DE"/>
        </w:rPr>
        <w:tab/>
        <w:t xml:space="preserve">l’évaluation des menaces pour la santé et la collecte de renseignements utiles pour les contre-mesures médicales; </w:t>
      </w:r>
    </w:p>
    <w:p w14:paraId="41B67CF6" w14:textId="77777777" w:rsidR="00522DB3" w:rsidRDefault="00522DB3" w:rsidP="00527473">
      <w:pPr>
        <w:spacing w:after="0"/>
        <w:rPr>
          <w:lang w:val="de-DE"/>
        </w:rPr>
      </w:pPr>
      <w:r>
        <w:rPr>
          <w:lang w:val="de-DE"/>
        </w:rPr>
        <w:t>-</w:t>
      </w:r>
      <w:r>
        <w:rPr>
          <w:lang w:val="de-DE"/>
        </w:rPr>
        <w:tab/>
        <w:t xml:space="preserve">promouvoir la recherche et le développement avancés de contre-mesures médicales et de technologies connexes; </w:t>
      </w:r>
    </w:p>
    <w:p w14:paraId="36E1A231" w14:textId="77777777" w:rsidR="00522DB3" w:rsidRDefault="00522DB3" w:rsidP="00527473">
      <w:pPr>
        <w:spacing w:after="0"/>
        <w:rPr>
          <w:lang w:val="de-DE"/>
        </w:rPr>
      </w:pPr>
      <w:r>
        <w:rPr>
          <w:lang w:val="de-DE"/>
        </w:rPr>
        <w:t>-</w:t>
      </w:r>
      <w:r>
        <w:rPr>
          <w:lang w:val="de-DE"/>
        </w:rPr>
        <w:tab/>
        <w:t xml:space="preserve">relever les défis du marché et renforcer l’autonomie stratégique ouverte de l’Union en ce qui concerne la production de contre-mesures médicales; </w:t>
      </w:r>
    </w:p>
    <w:p w14:paraId="79F3AAB7" w14:textId="77777777" w:rsidR="00522DB3" w:rsidRDefault="00522DB3" w:rsidP="00527473">
      <w:pPr>
        <w:spacing w:after="0"/>
        <w:rPr>
          <w:lang w:val="de-DE"/>
        </w:rPr>
      </w:pPr>
      <w:r>
        <w:rPr>
          <w:lang w:val="de-DE"/>
        </w:rPr>
        <w:t>-</w:t>
      </w:r>
      <w:r>
        <w:rPr>
          <w:lang w:val="de-DE"/>
        </w:rPr>
        <w:tab/>
        <w:t xml:space="preserve">l’acquisition et la distribution rapides de contre-mesures médicales; </w:t>
      </w:r>
    </w:p>
    <w:p w14:paraId="14BD9B03" w14:textId="77777777" w:rsidR="00522DB3" w:rsidRDefault="00522DB3" w:rsidP="00527473">
      <w:pPr>
        <w:spacing w:after="0"/>
        <w:rPr>
          <w:lang w:val="de-DE"/>
        </w:rPr>
      </w:pPr>
      <w:r>
        <w:rPr>
          <w:lang w:val="de-DE"/>
        </w:rPr>
        <w:t>-</w:t>
      </w:r>
      <w:r>
        <w:rPr>
          <w:lang w:val="de-DE"/>
        </w:rPr>
        <w:tab/>
        <w:t xml:space="preserve">accroître la capacité de constitution de stocks de contre-mesures médicales; </w:t>
      </w:r>
    </w:p>
    <w:p w14:paraId="4E19F37B" w14:textId="77777777" w:rsidR="00522DB3" w:rsidRDefault="00522DB3" w:rsidP="00527473">
      <w:pPr>
        <w:spacing w:after="0"/>
        <w:rPr>
          <w:lang w:val="de-DE"/>
        </w:rPr>
      </w:pPr>
      <w:r>
        <w:rPr>
          <w:lang w:val="de-DE"/>
        </w:rPr>
        <w:t>-</w:t>
      </w:r>
      <w:r>
        <w:rPr>
          <w:lang w:val="de-DE"/>
        </w:rPr>
        <w:tab/>
        <w:t xml:space="preserve">renforcer les capacités en matière de préparation et de réaction liées aux contre-mesures médicales. </w:t>
      </w:r>
    </w:p>
    <w:p w14:paraId="43C18D88" w14:textId="77777777" w:rsidR="00522DB3" w:rsidRDefault="00522DB3" w:rsidP="00527473">
      <w:pPr>
        <w:spacing w:after="0"/>
        <w:rPr>
          <w:lang w:val="de-DE"/>
        </w:rPr>
      </w:pPr>
      <w:r>
        <w:rPr>
          <w:lang w:val="de-DE"/>
        </w:rPr>
        <w:t xml:space="preserve">HERA compte actuellement 4 unités. HERA.01 «Politique et coordination» est chargée des priorités politiques, des aspects juridiques, réglementaires et de qualité de HERA. HERA.02 «Collecte des données, analyse et innovation » est chargée d’évaluer les menaces et les approches innovantes en matière de menaces sanitaires. HERA.03 «Contre-mesures médicales» est chargé de la gestion des contre-mesures médicales et HERA.04 «Bureau de gestion de crise» est chargé de la gestion des crises sanitaires.  </w:t>
      </w:r>
    </w:p>
    <w:p w14:paraId="2FB0A9EC" w14:textId="77777777" w:rsidR="00522DB3" w:rsidRDefault="00522DB3" w:rsidP="00527473">
      <w:pPr>
        <w:spacing w:after="0"/>
        <w:rPr>
          <w:lang w:val="de-DE"/>
        </w:rPr>
      </w:pPr>
      <w:r>
        <w:rPr>
          <w:lang w:val="de-DE"/>
        </w:rPr>
        <w:t>Site web de HERA: Overview - Public Health - European Commission</w:t>
      </w:r>
    </w:p>
    <w:p w14:paraId="6810D07E" w14:textId="735F724B"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D880BC2" w14:textId="77777777" w:rsidR="00522DB3" w:rsidRDefault="00522DB3" w:rsidP="00527473">
      <w:pPr>
        <w:spacing w:after="0"/>
        <w:jc w:val="left"/>
        <w:rPr>
          <w:lang w:val="de-DE"/>
        </w:rPr>
      </w:pPr>
      <w:r>
        <w:rPr>
          <w:lang w:val="de-DE"/>
        </w:rPr>
        <w:t xml:space="preserve">Nous recherchons un professionnel hautement motivé et qualifié pour rejoindre notre équipe en tant qu’expert national en matière de collecte d’informations et innovation. En tant qu’expert national, vous jouerez un rôle de support à l’unité HERA.02, en veillant à ce que les produits médicaux pertinents pour la préparation et la réaction aux crises </w:t>
      </w:r>
      <w:r>
        <w:rPr>
          <w:lang w:val="de-DE"/>
        </w:rPr>
        <w:lastRenderedPageBreak/>
        <w:t xml:space="preserve">sanitaires puissent être disponibles et accessibles. L’expert national participera aux tâches suivantes: </w:t>
      </w:r>
    </w:p>
    <w:p w14:paraId="18A2912D" w14:textId="77777777" w:rsidR="00522DB3" w:rsidRDefault="00522DB3" w:rsidP="00527473">
      <w:pPr>
        <w:spacing w:after="0"/>
        <w:jc w:val="left"/>
        <w:rPr>
          <w:lang w:val="de-DE"/>
        </w:rPr>
      </w:pPr>
      <w:r>
        <w:rPr>
          <w:lang w:val="de-DE"/>
        </w:rPr>
        <w:t>• soutenir le développement et la mise en œuvre des activités de l’HERA en matière de contre-mesures médicales;</w:t>
      </w:r>
    </w:p>
    <w:p w14:paraId="50917293" w14:textId="77777777" w:rsidR="00522DB3" w:rsidRDefault="00522DB3" w:rsidP="00527473">
      <w:pPr>
        <w:spacing w:after="0"/>
        <w:jc w:val="left"/>
        <w:rPr>
          <w:lang w:val="de-DE"/>
        </w:rPr>
      </w:pPr>
      <w:r>
        <w:rPr>
          <w:lang w:val="de-DE"/>
        </w:rPr>
        <w:t xml:space="preserve">• soutenir la mise en œuvre de projets liés aux médicaments, diagnostiques et dispositifs médicaux innovants et les projets soutenant la collecte d’information au niveau de l’Union Européenne pour une meilleure préparation et réponse aux crises sanitaires.  </w:t>
      </w:r>
    </w:p>
    <w:p w14:paraId="58615A37" w14:textId="77777777" w:rsidR="00522DB3" w:rsidRDefault="00522DB3" w:rsidP="00527473">
      <w:pPr>
        <w:spacing w:after="0"/>
        <w:jc w:val="left"/>
        <w:rPr>
          <w:lang w:val="de-DE"/>
        </w:rPr>
      </w:pPr>
      <w:r>
        <w:rPr>
          <w:lang w:val="de-DE"/>
        </w:rPr>
        <w:t>• fournir des informations exploitables pour la prise de décision en facilitant la traduction des données scientifiques en recommandations politiques;</w:t>
      </w:r>
    </w:p>
    <w:p w14:paraId="52099F4C" w14:textId="77777777" w:rsidR="00522DB3" w:rsidRDefault="00522DB3" w:rsidP="00527473">
      <w:pPr>
        <w:spacing w:after="0"/>
        <w:jc w:val="left"/>
        <w:rPr>
          <w:lang w:val="de-DE"/>
        </w:rPr>
      </w:pPr>
      <w:r>
        <w:rPr>
          <w:lang w:val="de-DE"/>
        </w:rPr>
        <w:t xml:space="preserve">• assurer un suivi régulier des développements récents en matière de contre-mesures médicales, en mettant l’accent sur la santé publique (par exemple, les nouvelles technologies, les nouvelles initiatives, les nouvelles publications scientifiques); </w:t>
      </w:r>
    </w:p>
    <w:p w14:paraId="78B2CA00" w14:textId="77777777" w:rsidR="00522DB3" w:rsidRDefault="00522DB3" w:rsidP="00527473">
      <w:pPr>
        <w:spacing w:after="0"/>
        <w:jc w:val="left"/>
        <w:rPr>
          <w:lang w:val="de-DE"/>
        </w:rPr>
      </w:pPr>
      <w:r>
        <w:rPr>
          <w:lang w:val="de-DE"/>
        </w:rPr>
        <w:t>• participer des réunions et des contacts avec les services internes de la Commission et les parties prenantes externes, telles que les États membres et les organisations internationales.</w:t>
      </w:r>
    </w:p>
    <w:p w14:paraId="608E4729" w14:textId="77777777" w:rsidR="00522DB3" w:rsidRDefault="00522DB3" w:rsidP="00527473">
      <w:pPr>
        <w:spacing w:after="0"/>
        <w:jc w:val="left"/>
        <w:rPr>
          <w:lang w:val="de-DE"/>
        </w:rPr>
      </w:pPr>
      <w:r>
        <w:rPr>
          <w:lang w:val="de-DE"/>
        </w:rPr>
        <w:t>Dans cette fonction, l’expert national apportera un soutien scientifique et un soutien aux developemnt politique, mais n’exercera aucune activité en laboratoire.</w:t>
      </w:r>
    </w:p>
    <w:p w14:paraId="59404C02" w14:textId="54872B20"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3045E23" w14:textId="77777777" w:rsidR="00522DB3" w:rsidRDefault="00522DB3" w:rsidP="00527473">
      <w:pPr>
        <w:spacing w:after="0"/>
        <w:rPr>
          <w:lang w:val="de-DE"/>
        </w:rPr>
      </w:pPr>
      <w:r>
        <w:rPr>
          <w:lang w:val="de-DE"/>
        </w:rPr>
        <w:t xml:space="preserve">Idéalement, le poste requiert une combinaison de connaissances scientifiques et politiques et d’expérience. D’excellentes capacités de communication tant à l’oral qu’à l’écrit en anglais sont essentielles. Il sera crucial d’avoir la capacité de comprendre le domaine des crises sanitaires et la préparation liée aux menaces prioritaires de HERA et de traduire des données scientifiques en recommandations politiques. HERA gère les crises et, par conséquent, la flexibilité et la résilience sont nécessaires. </w:t>
      </w:r>
    </w:p>
    <w:p w14:paraId="0570D567" w14:textId="77777777" w:rsidR="00522DB3" w:rsidRDefault="00522DB3" w:rsidP="00527473">
      <w:pPr>
        <w:spacing w:after="0"/>
        <w:rPr>
          <w:lang w:val="de-DE"/>
        </w:rPr>
      </w:pPr>
      <w:r>
        <w:rPr>
          <w:lang w:val="de-DE"/>
        </w:rPr>
        <w:t>Idéalement, le candidat devra posséder une combinaison des compétences suivantes:</w:t>
      </w:r>
    </w:p>
    <w:p w14:paraId="3CDAD8DE" w14:textId="77777777" w:rsidR="00522DB3" w:rsidRDefault="00522DB3" w:rsidP="00527473">
      <w:pPr>
        <w:spacing w:after="0"/>
        <w:rPr>
          <w:lang w:val="de-DE"/>
        </w:rPr>
      </w:pPr>
      <w:r>
        <w:rPr>
          <w:lang w:val="de-DE"/>
        </w:rPr>
        <w:t xml:space="preserve">• Un profil scientifique par exemple en biologie, pharmacie, medecine, médecine vétérinaire, biochimie, santé publique, ingienieurie, analyse de données ou autres domaines pertinents. Comme alternative, un profil juridique, économique, administratif ou domaine similaire avec une specialisation, formation ou experience professionnelle approfondie liée au domaine des contre-mesures médicale sera égalementt considérée. </w:t>
      </w:r>
    </w:p>
    <w:p w14:paraId="65E775E7" w14:textId="77777777" w:rsidR="00522DB3" w:rsidRDefault="00522DB3" w:rsidP="00527473">
      <w:pPr>
        <w:spacing w:after="0"/>
        <w:rPr>
          <w:lang w:val="de-DE"/>
        </w:rPr>
      </w:pPr>
      <w:r>
        <w:rPr>
          <w:lang w:val="de-DE"/>
        </w:rPr>
        <w:t>• Expérience de l’analyse et de l’interprétation des données.</w:t>
      </w:r>
    </w:p>
    <w:p w14:paraId="38CE9DE3" w14:textId="77777777" w:rsidR="00522DB3" w:rsidRDefault="00522DB3" w:rsidP="00527473">
      <w:pPr>
        <w:spacing w:after="0"/>
        <w:rPr>
          <w:lang w:val="de-DE"/>
        </w:rPr>
      </w:pPr>
      <w:r>
        <w:rPr>
          <w:lang w:val="de-DE"/>
        </w:rPr>
        <w:t>• Une excellente compréhension de la réglementation et des normes de conformité en matière de santé publique et/ou de recherche.</w:t>
      </w:r>
    </w:p>
    <w:p w14:paraId="5ABC4F6D" w14:textId="77777777" w:rsidR="00522DB3" w:rsidRDefault="00522DB3" w:rsidP="00527473">
      <w:pPr>
        <w:spacing w:after="0"/>
        <w:rPr>
          <w:lang w:val="de-DE"/>
        </w:rPr>
      </w:pPr>
      <w:r>
        <w:rPr>
          <w:lang w:val="de-DE"/>
        </w:rPr>
        <w:t>• Excellentes compétences en matière d’organisation et de gestion du temps, capables de gérer des tâches et priorités multiples.</w:t>
      </w:r>
    </w:p>
    <w:p w14:paraId="7E9C9755" w14:textId="77777777" w:rsidR="00522DB3" w:rsidRDefault="00522DB3" w:rsidP="00527473">
      <w:pPr>
        <w:spacing w:after="0"/>
        <w:rPr>
          <w:lang w:val="de-DE"/>
        </w:rPr>
      </w:pPr>
      <w:r>
        <w:rPr>
          <w:lang w:val="de-DE"/>
        </w:rPr>
        <w:t xml:space="preserve">• La résolution de problèmes et la capacité à faire des choses, ainsi qu’un bon œil pour les détails. </w:t>
      </w:r>
    </w:p>
    <w:p w14:paraId="0B29A265" w14:textId="77777777" w:rsidR="00522DB3" w:rsidRDefault="00522DB3" w:rsidP="00527473">
      <w:pPr>
        <w:spacing w:after="0"/>
        <w:rPr>
          <w:lang w:val="de-DE"/>
        </w:rPr>
      </w:pPr>
      <w:r>
        <w:rPr>
          <w:lang w:val="de-DE"/>
        </w:rPr>
        <w:t>• Compétences efficaces en matière de négociation, de communication et de relations interpersonnelles, capables de travailler de manière collaborative dans un environnement d’équipe.</w:t>
      </w:r>
    </w:p>
    <w:p w14:paraId="7B92B82C" w14:textId="6FC8F345"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0AB1FD73" w:rsidR="0017274D" w:rsidRPr="00E61551" w:rsidRDefault="00522DB3"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2432DCE" w14:textId="77777777" w:rsidR="00522DB3" w:rsidRDefault="00522DB3" w:rsidP="00527473">
      <w:pPr>
        <w:spacing w:after="0"/>
        <w:rPr>
          <w:lang w:val="de-DE"/>
        </w:rPr>
      </w:pPr>
      <w:r>
        <w:rPr>
          <w:lang w:val="de-DE"/>
        </w:rPr>
        <w:t xml:space="preserve">Die Europäische Behörde für die Krisenvorsorge und -reaktion bei gesundheitlichen Notlagen (HERA) ist die Generaldirektion der Europäischen Kommission, die für die Vorsorge und Reaktion auf schwerwiegende grenzüberschreitende Bedrohungen im Bereich medizinischer Gegenmaßnahmen zuständig ist, insbesondere durch: </w:t>
      </w:r>
    </w:p>
    <w:p w14:paraId="65856B6C" w14:textId="77777777" w:rsidR="00522DB3" w:rsidRDefault="00522DB3" w:rsidP="00527473">
      <w:pPr>
        <w:spacing w:after="0"/>
        <w:rPr>
          <w:lang w:val="de-DE"/>
        </w:rPr>
      </w:pPr>
      <w:r>
        <w:rPr>
          <w:lang w:val="de-DE"/>
        </w:rPr>
        <w:t>-</w:t>
      </w:r>
      <w:r>
        <w:rPr>
          <w:lang w:val="de-DE"/>
        </w:rPr>
        <w:tab/>
        <w:t xml:space="preserve">Stärkung der Koordinierung der Gesundheitssicherheit innerhalb der Union unter Einbeziehung aller einschlägigen Akteure während der Vorsorge- und Krisenreaktionszeiten und unter Zusammenführung der Mitgliedstaaten, der Industrie und der einschlägigen Interessenträger in gemeinsamen Anstrengungen; </w:t>
      </w:r>
    </w:p>
    <w:p w14:paraId="70097CC8" w14:textId="77777777" w:rsidR="00522DB3" w:rsidRDefault="00522DB3" w:rsidP="00527473">
      <w:pPr>
        <w:spacing w:after="0"/>
        <w:rPr>
          <w:lang w:val="de-DE"/>
        </w:rPr>
      </w:pPr>
      <w:r>
        <w:rPr>
          <w:lang w:val="de-DE"/>
        </w:rPr>
        <w:t>-</w:t>
      </w:r>
      <w:r>
        <w:rPr>
          <w:lang w:val="de-DE"/>
        </w:rPr>
        <w:tab/>
        <w:t>Beseitigung von Schwachstellen, Engpässen und strategischen Abhängigkeiten innerhalb der Union im Zusammenhang mit der Entwicklung, Herstellung, Beschaffung, Bevorratung und Verteilung medizinischer Gegenmaßnahmen; ·</w:t>
      </w:r>
    </w:p>
    <w:p w14:paraId="53A15FCF" w14:textId="77777777" w:rsidR="00522DB3" w:rsidRDefault="00522DB3" w:rsidP="00527473">
      <w:pPr>
        <w:spacing w:after="0"/>
        <w:rPr>
          <w:lang w:val="de-DE"/>
        </w:rPr>
      </w:pPr>
      <w:r>
        <w:rPr>
          <w:lang w:val="de-DE"/>
        </w:rPr>
        <w:t>-</w:t>
      </w:r>
      <w:r>
        <w:rPr>
          <w:lang w:val="de-DE"/>
        </w:rPr>
        <w:tab/>
        <w:t xml:space="preserve">Beitrag zur Stärkung der globalen Architektur für die Reaktion auf gesundheitliche Notlagen. </w:t>
      </w:r>
    </w:p>
    <w:p w14:paraId="6750012B" w14:textId="77777777" w:rsidR="00522DB3" w:rsidRDefault="00522DB3" w:rsidP="00527473">
      <w:pPr>
        <w:spacing w:after="0"/>
        <w:rPr>
          <w:lang w:val="de-DE"/>
        </w:rPr>
      </w:pPr>
      <w:r>
        <w:rPr>
          <w:lang w:val="de-DE"/>
        </w:rPr>
        <w:t xml:space="preserve">Im Rahmen des Mandats der GD HERA werden in enger Zusammenarbeit mit den Mitgliedstaaten folgende Aufgaben wahrgenommen: </w:t>
      </w:r>
    </w:p>
    <w:p w14:paraId="3ED5C5C0" w14:textId="77777777" w:rsidR="00522DB3" w:rsidRDefault="00522DB3" w:rsidP="00527473">
      <w:pPr>
        <w:spacing w:after="0"/>
        <w:rPr>
          <w:lang w:val="de-DE"/>
        </w:rPr>
      </w:pPr>
      <w:r>
        <w:rPr>
          <w:lang w:val="de-DE"/>
        </w:rPr>
        <w:t>-</w:t>
      </w:r>
      <w:r>
        <w:rPr>
          <w:lang w:val="de-DE"/>
        </w:rPr>
        <w:tab/>
        <w:t xml:space="preserve">Bewertung von Gesundheitsgefahren und Sammlung von Erkenntnissen, die für medizinische Gegenmaßnahmen relevant sind; </w:t>
      </w:r>
    </w:p>
    <w:p w14:paraId="46731797" w14:textId="77777777" w:rsidR="00522DB3" w:rsidRDefault="00522DB3" w:rsidP="00527473">
      <w:pPr>
        <w:spacing w:after="0"/>
        <w:rPr>
          <w:lang w:val="de-DE"/>
        </w:rPr>
      </w:pPr>
      <w:r>
        <w:rPr>
          <w:lang w:val="de-DE"/>
        </w:rPr>
        <w:t>-</w:t>
      </w:r>
      <w:r>
        <w:rPr>
          <w:lang w:val="de-DE"/>
        </w:rPr>
        <w:tab/>
        <w:t xml:space="preserve">Förderung fortgeschrittener Forschung und Entwicklung im Bereich medizinischer Gegenmaßnahmen und damit zusammenhängender Technologien; </w:t>
      </w:r>
    </w:p>
    <w:p w14:paraId="2D847392" w14:textId="77777777" w:rsidR="00522DB3" w:rsidRDefault="00522DB3" w:rsidP="00527473">
      <w:pPr>
        <w:spacing w:after="0"/>
        <w:rPr>
          <w:lang w:val="de-DE"/>
        </w:rPr>
      </w:pPr>
      <w:r>
        <w:rPr>
          <w:lang w:val="de-DE"/>
        </w:rPr>
        <w:t>-</w:t>
      </w:r>
      <w:r>
        <w:rPr>
          <w:lang w:val="de-DE"/>
        </w:rPr>
        <w:tab/>
        <w:t xml:space="preserve">Bewältigung von Marktherausforderungen und Stärkung der offenen strategischen Autonomie der Union bei der Herstellung medizinischer Gegenmaßnahmen; </w:t>
      </w:r>
    </w:p>
    <w:p w14:paraId="2885F199" w14:textId="77777777" w:rsidR="00522DB3" w:rsidRDefault="00522DB3" w:rsidP="00527473">
      <w:pPr>
        <w:spacing w:after="0"/>
        <w:rPr>
          <w:lang w:val="de-DE"/>
        </w:rPr>
      </w:pPr>
      <w:r>
        <w:rPr>
          <w:lang w:val="de-DE"/>
        </w:rPr>
        <w:t>-</w:t>
      </w:r>
      <w:r>
        <w:rPr>
          <w:lang w:val="de-DE"/>
        </w:rPr>
        <w:tab/>
        <w:t xml:space="preserve">rasche Beschaffung und Verteilung medizinischer Gegenmaßnahmen; Erhöhung der Bevorratungskapazität für medizinische Gegenmaßnahmen; </w:t>
      </w:r>
    </w:p>
    <w:p w14:paraId="4864946D" w14:textId="77777777" w:rsidR="00522DB3" w:rsidRDefault="00522DB3" w:rsidP="00527473">
      <w:pPr>
        <w:spacing w:after="0"/>
        <w:rPr>
          <w:lang w:val="de-DE"/>
        </w:rPr>
      </w:pPr>
      <w:r>
        <w:rPr>
          <w:lang w:val="de-DE"/>
        </w:rPr>
        <w:t>-</w:t>
      </w:r>
      <w:r>
        <w:rPr>
          <w:lang w:val="de-DE"/>
        </w:rPr>
        <w:tab/>
        <w:t xml:space="preserve">Stärkung der Kenntnisse und Fähigkeiten der Notfallvorsorge und -reaktion im Zusammenhang mit medizinischen Gegenmaßnahmen. </w:t>
      </w:r>
    </w:p>
    <w:p w14:paraId="494C1037" w14:textId="77777777" w:rsidR="00522DB3" w:rsidRDefault="00522DB3" w:rsidP="00527473">
      <w:pPr>
        <w:spacing w:after="0"/>
        <w:rPr>
          <w:lang w:val="de-DE"/>
        </w:rPr>
      </w:pPr>
      <w:r>
        <w:rPr>
          <w:lang w:val="de-DE"/>
        </w:rPr>
        <w:t xml:space="preserve">Die HERA verfügt derzeit über vier Einheiten. HERA.01 „Politik und Koordinierung“ ist für die politischen Prioritäten, rechtlichen, regulatorischen und qualitativen Aspekte der HERA zuständig. HERA.02 „Intelligence collection, Analysis and Innovation“ ist für die Bewertung von Bedrohungen und innovativen Ansätzen für Bedrohungen zuständig. HERA.03 „Medizinische Gegenmaßnahmen“ ist für die Verwaltung medizinischer Gegenmaßnahmen zuständig. HERA.04 „Lagezentrum“ ist für die Bewältigung von Gesundheitskrisen zuständig. </w:t>
      </w:r>
    </w:p>
    <w:p w14:paraId="184D449C" w14:textId="77777777" w:rsidR="00522DB3" w:rsidRDefault="00522DB3" w:rsidP="00527473">
      <w:pPr>
        <w:spacing w:after="0"/>
        <w:rPr>
          <w:lang w:val="de-DE"/>
        </w:rPr>
      </w:pPr>
      <w:r>
        <w:rPr>
          <w:lang w:val="de-DE"/>
        </w:rPr>
        <w:t>Website der HERA:  https://ec.europa.eu/health/hera/overview_en</w:t>
      </w:r>
    </w:p>
    <w:p w14:paraId="2B6785AE" w14:textId="39A55F7E"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7F8E564" w14:textId="77777777" w:rsidR="00522DB3" w:rsidRDefault="00522DB3" w:rsidP="00527473">
      <w:pPr>
        <w:spacing w:after="0"/>
        <w:rPr>
          <w:lang w:val="de-DE"/>
        </w:rPr>
      </w:pPr>
      <w:r>
        <w:rPr>
          <w:lang w:val="de-DE"/>
        </w:rPr>
        <w:t xml:space="preserve">Wir suchen eine hochmotivierte und qualifizierte Fachkraft, die uns als nationaler Experte für Informationsbeschaffung und Innovatoin in unserem Team anschließt. Als nationaler Experte spielen Sie eine entscheidende Rolle bei der Unterstützung der Aufgabe von HERA, sicherzustellen, dass medizinische Produkte, die für die Vorsorge und Reaktion auf Gesundheitskrisen relevant sind, zur Verfügung stehen und zugänglich sind. Der nationale Sachverständige nimmt an folgenden Aufgaben teil: </w:t>
      </w:r>
    </w:p>
    <w:p w14:paraId="17048CE1" w14:textId="77777777" w:rsidR="00522DB3" w:rsidRDefault="00522DB3" w:rsidP="00527473">
      <w:pPr>
        <w:spacing w:after="0"/>
        <w:rPr>
          <w:lang w:val="de-DE"/>
        </w:rPr>
      </w:pPr>
      <w:r>
        <w:rPr>
          <w:lang w:val="de-DE"/>
        </w:rPr>
        <w:t>• Unterstützung der Entwicklung und Durchführung von HERA’s Aktivitäten im Bereich medizinischer Gegenmaßnahmen;</w:t>
      </w:r>
    </w:p>
    <w:p w14:paraId="5C467F76" w14:textId="77777777" w:rsidR="00522DB3" w:rsidRDefault="00522DB3" w:rsidP="00527473">
      <w:pPr>
        <w:spacing w:after="0"/>
        <w:rPr>
          <w:lang w:val="de-DE"/>
        </w:rPr>
      </w:pPr>
      <w:r>
        <w:rPr>
          <w:lang w:val="de-DE"/>
        </w:rPr>
        <w:t>• Unterstützun der Durchführung von Innovationsprojekten, einschließlich von Medikamenten, Diagnose und Medizinprodukten, und von Projekten, die Informationen auf EU-Ebene zusammentragen für bessere  Krisenvorsorge und -reaktion.</w:t>
      </w:r>
    </w:p>
    <w:p w14:paraId="3CBA39DE" w14:textId="77777777" w:rsidR="00522DB3" w:rsidRDefault="00522DB3" w:rsidP="00527473">
      <w:pPr>
        <w:spacing w:after="0"/>
        <w:rPr>
          <w:lang w:val="de-DE"/>
        </w:rPr>
      </w:pPr>
      <w:r>
        <w:rPr>
          <w:lang w:val="de-DE"/>
        </w:rPr>
        <w:t>• Bereitstellung praktikabler Erkenntnisse für die Entscheidungsfindung durch Erleichterung der Umsetzung wissenschaftlicher Erkenntnisse in politische Handlungsempfehlungen;</w:t>
      </w:r>
    </w:p>
    <w:p w14:paraId="170CE689" w14:textId="77777777" w:rsidR="00522DB3" w:rsidRDefault="00522DB3" w:rsidP="00527473">
      <w:pPr>
        <w:spacing w:after="0"/>
        <w:rPr>
          <w:lang w:val="de-DE"/>
        </w:rPr>
      </w:pPr>
      <w:r>
        <w:rPr>
          <w:lang w:val="de-DE"/>
        </w:rPr>
        <w:t xml:space="preserve">• regelmäßige Überwachung der jüngsten Entwicklungen im Bereich der medizinischen Gegenmaßnahmen weltweit mit Schwerpunkt auf der öffentlichen Gesundheit (z. B. neue Technologien, neue Initiativen, neue wissenschaftliche Veröffentlichungen); </w:t>
      </w:r>
    </w:p>
    <w:p w14:paraId="1A26CEDF" w14:textId="77777777" w:rsidR="00522DB3" w:rsidRDefault="00522DB3" w:rsidP="00527473">
      <w:pPr>
        <w:spacing w:after="0"/>
        <w:rPr>
          <w:lang w:val="de-DE"/>
        </w:rPr>
      </w:pPr>
      <w:r>
        <w:rPr>
          <w:lang w:val="de-DE"/>
        </w:rPr>
        <w:t>• Teilnahme an von Sitzungen und Kontakten mit internen Dienststellen der Kommission und externen Interessenträgern wie Mitgliedstaaten und internationalen Organisationen.</w:t>
      </w:r>
    </w:p>
    <w:p w14:paraId="506E25A0" w14:textId="77777777" w:rsidR="00522DB3" w:rsidRDefault="00522DB3" w:rsidP="00527473">
      <w:pPr>
        <w:spacing w:after="0"/>
        <w:rPr>
          <w:lang w:val="de-DE"/>
        </w:rPr>
      </w:pPr>
      <w:r>
        <w:rPr>
          <w:lang w:val="de-DE"/>
        </w:rPr>
        <w:t>In dieser Position leistet der nationale Sachverständige wissenschaftliche und politische Unterstützung, führt aber keine Labortätigkeiten durch.</w:t>
      </w:r>
    </w:p>
    <w:p w14:paraId="2BE34DBA" w14:textId="3383555A"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34D38433" w14:textId="77777777" w:rsidR="00522DB3" w:rsidRDefault="00522DB3" w:rsidP="00527473">
      <w:pPr>
        <w:spacing w:after="0"/>
        <w:rPr>
          <w:lang w:val="en-US"/>
        </w:rPr>
      </w:pPr>
      <w:r>
        <w:rPr>
          <w:lang w:val="en-US"/>
        </w:rPr>
        <w:t xml:space="preserve">Die Tätigkeit erfordert idealerweise eine Kombination aus wissenschaftlichem und politischem Hintergrund und Erfahrung. Ausgezeichnete Kommunikationsfähigkeiten in englischer Sprache sind unerlässlich. Es wird von entscheidender Bedeutung sein, den Bereich Gesundheitskrisen und Vorsorge im Zusammenhang mit den prioritären Bedrohungen der HERA zu verstehen und wissenschaftliche Erkenntnisse in politische Empfehlungen umzusetzen. Die HERA verwaltet Krisen, weshalb Flexibilität und Resilienz erforderlich sind. </w:t>
      </w:r>
    </w:p>
    <w:p w14:paraId="17FBA069" w14:textId="77777777" w:rsidR="00522DB3" w:rsidRDefault="00522DB3" w:rsidP="00527473">
      <w:pPr>
        <w:spacing w:after="0"/>
        <w:rPr>
          <w:lang w:val="en-US"/>
        </w:rPr>
      </w:pPr>
      <w:r>
        <w:rPr>
          <w:lang w:val="en-US"/>
        </w:rPr>
        <w:t>Der Bewerber sollte idealerweise über eine Kombination der folgenden Fähigkeiten verfügen:</w:t>
      </w:r>
    </w:p>
    <w:p w14:paraId="6318512B" w14:textId="77777777" w:rsidR="00522DB3" w:rsidRDefault="00522DB3" w:rsidP="00527473">
      <w:pPr>
        <w:spacing w:after="0"/>
        <w:rPr>
          <w:lang w:val="en-US"/>
        </w:rPr>
      </w:pPr>
      <w:r>
        <w:rPr>
          <w:lang w:val="en-US"/>
        </w:rPr>
        <w:t xml:space="preserve">• Wissenschaftlich fundierter Hintergrund wie Biologie, Pharmazie, Medizin , Tiermedizin, Biochemie, öffentliche Gesundheit, Ingenieurwesen, Datenanalyse oder andere relevante Bereiche idealierweise mit nachweislichem Fachwissen im Bereich medizinischer Gegenmaßnahmen.  Alternativ werden auch Kandidaten mit einem Hintergrund in Jura, Wirtschaftswissenschaften, Verwaltung, Betriebswirtschaft oder ähnlichen Bereichen in Betracht gezogen, wenn sie über eine Spezialausbildung, Fortbildung oder umfangreiche Erfahrung in Bereich medizinischer Gegenmaßnahmen verfügen. </w:t>
      </w:r>
    </w:p>
    <w:p w14:paraId="04547CEC" w14:textId="77777777" w:rsidR="00522DB3" w:rsidRDefault="00522DB3" w:rsidP="00527473">
      <w:pPr>
        <w:spacing w:after="0"/>
        <w:rPr>
          <w:lang w:val="en-US"/>
        </w:rPr>
      </w:pPr>
      <w:r>
        <w:rPr>
          <w:lang w:val="en-US"/>
        </w:rPr>
        <w:t>• Erfahrung in der Datenanalyse und -auswertung.</w:t>
      </w:r>
    </w:p>
    <w:p w14:paraId="4ED43624" w14:textId="77777777" w:rsidR="00522DB3" w:rsidRDefault="00522DB3" w:rsidP="00527473">
      <w:pPr>
        <w:spacing w:after="0"/>
        <w:rPr>
          <w:lang w:val="en-US"/>
        </w:rPr>
      </w:pPr>
      <w:r>
        <w:rPr>
          <w:lang w:val="en-US"/>
        </w:rPr>
        <w:t>• Ausgezeichnetes Verständnis der Vorschriften und Einhaltungsnormen im Bereich der medizinischen Gegenmaßnahmen, öffentlichen Gesundheit und/oder Forschung und Innovation.</w:t>
      </w:r>
    </w:p>
    <w:p w14:paraId="00AEF2FA" w14:textId="77777777" w:rsidR="00522DB3" w:rsidRDefault="00522DB3" w:rsidP="00527473">
      <w:pPr>
        <w:spacing w:after="0"/>
        <w:rPr>
          <w:lang w:val="en-US"/>
        </w:rPr>
      </w:pPr>
      <w:r>
        <w:rPr>
          <w:lang w:val="en-US"/>
        </w:rPr>
        <w:t>• Ausgezeichnete Organisations- und Zeitmanagementfähigkeiten, die in der Lage sind, mehrere Aufgaben und Prioritäten zu bewältigen.</w:t>
      </w:r>
    </w:p>
    <w:p w14:paraId="5C95B8EB" w14:textId="77777777" w:rsidR="00522DB3" w:rsidRDefault="00522DB3" w:rsidP="00527473">
      <w:pPr>
        <w:spacing w:after="0"/>
        <w:rPr>
          <w:lang w:val="en-US"/>
        </w:rPr>
      </w:pPr>
      <w:r>
        <w:rPr>
          <w:lang w:val="en-US"/>
        </w:rPr>
        <w:t xml:space="preserve">• Problemlösung und Fähigkeit, die Dinge zu erledigen, sowie ein gutes Auge für die Ausführlichkeit. </w:t>
      </w:r>
    </w:p>
    <w:p w14:paraId="2544D6F1" w14:textId="77777777" w:rsidR="00522DB3" w:rsidRDefault="00522DB3" w:rsidP="00527473">
      <w:pPr>
        <w:spacing w:after="0"/>
        <w:rPr>
          <w:lang w:val="en-US"/>
        </w:rPr>
      </w:pPr>
      <w:r>
        <w:rPr>
          <w:lang w:val="en-US"/>
        </w:rPr>
        <w:t>• Wirksame Verhandlungs-, Kommunikations- und Sozialkompetenz mit der Fähigkeit, in einem Teamumfeld zusammenzuarbeiten.</w:t>
      </w:r>
    </w:p>
    <w:p w14:paraId="7DFF067A" w14:textId="76E40947"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522DB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522DB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522DB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522DB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522DB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522DB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522DB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522DB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522DB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522DB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C5AEA"/>
    <w:rsid w:val="003D0078"/>
    <w:rsid w:val="00422812"/>
    <w:rsid w:val="00441699"/>
    <w:rsid w:val="0044242B"/>
    <w:rsid w:val="004571A6"/>
    <w:rsid w:val="00490E75"/>
    <w:rsid w:val="00497DBA"/>
    <w:rsid w:val="004D46F1"/>
    <w:rsid w:val="004E22C5"/>
    <w:rsid w:val="005133CC"/>
    <w:rsid w:val="00513D14"/>
    <w:rsid w:val="005172A3"/>
    <w:rsid w:val="00522DB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4375</Words>
  <Characters>24941</Characters>
  <Application>Microsoft Office Word</Application>
  <DocSecurity>4</DocSecurity>
  <PresentationFormat>Microsoft Word 14.0</PresentationFormat>
  <Lines>207</Lines>
  <Paragraphs>58</Paragraphs>
  <ScaleCrop>true</ScaleCrop>
  <Company/>
  <LinksUpToDate>false</LinksUpToDate>
  <CharactersWithSpaces>29258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2025-11-13T17:24:00Z</dcterms:created>
  <dcterms:modified xsi:type="dcterms:W3CDTF">2025-11-13T17:24:00Z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